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17B45" w14:textId="7F0D7CAD" w:rsidR="00D857AD" w:rsidRPr="005D6AD7" w:rsidRDefault="00A61B9C" w:rsidP="00943313">
      <w:pPr>
        <w:suppressAutoHyphens/>
        <w:overflowPunct/>
        <w:autoSpaceDE/>
        <w:autoSpaceDN/>
        <w:adjustRightInd/>
        <w:ind w:left="5670" w:hanging="850"/>
        <w:jc w:val="both"/>
        <w:textAlignment w:val="auto"/>
        <w:rPr>
          <w:color w:val="010202"/>
          <w:szCs w:val="24"/>
        </w:rPr>
      </w:pPr>
      <w:r w:rsidRPr="005D6AD7">
        <w:rPr>
          <w:color w:val="000000"/>
          <w:szCs w:val="24"/>
          <w:lang w:eastAsia="ar-SA"/>
        </w:rPr>
        <w:t xml:space="preserve">   </w:t>
      </w:r>
    </w:p>
    <w:p w14:paraId="04B42187" w14:textId="77777777" w:rsidR="005D6AD7" w:rsidRDefault="005D6AD7" w:rsidP="005D6AD7">
      <w:pPr>
        <w:overflowPunct/>
        <w:textAlignment w:val="auto"/>
        <w:rPr>
          <w:b/>
          <w:bCs/>
          <w:color w:val="010202"/>
          <w:szCs w:val="24"/>
        </w:rPr>
      </w:pPr>
      <w:r>
        <w:rPr>
          <w:b/>
          <w:bCs/>
          <w:color w:val="010202"/>
          <w:szCs w:val="24"/>
        </w:rPr>
        <w:t>Da inviare ENTRO 10</w:t>
      </w:r>
      <w:r w:rsidRPr="005D6AD7">
        <w:rPr>
          <w:b/>
          <w:bCs/>
          <w:color w:val="010202"/>
          <w:szCs w:val="24"/>
        </w:rPr>
        <w:t xml:space="preserve"> OTTOBRE 2019</w:t>
      </w:r>
      <w:r>
        <w:rPr>
          <w:b/>
          <w:bCs/>
          <w:color w:val="010202"/>
          <w:szCs w:val="24"/>
        </w:rPr>
        <w:t xml:space="preserve"> </w:t>
      </w:r>
      <w:r w:rsidRPr="005D6AD7">
        <w:rPr>
          <w:b/>
          <w:bCs/>
          <w:color w:val="010202"/>
          <w:szCs w:val="24"/>
        </w:rPr>
        <w:t>a:</w:t>
      </w:r>
    </w:p>
    <w:p w14:paraId="0D76E394" w14:textId="77777777" w:rsidR="005D6AD7" w:rsidRPr="006D2AC4" w:rsidRDefault="00943313" w:rsidP="005D6AD7">
      <w:pPr>
        <w:rPr>
          <w:rStyle w:val="Collegamentoipertestuale"/>
          <w:sz w:val="28"/>
          <w:szCs w:val="28"/>
        </w:rPr>
      </w:pPr>
      <w:hyperlink r:id="rId9" w:history="1">
        <w:r w:rsidR="005D6AD7" w:rsidRPr="006D2AC4">
          <w:rPr>
            <w:rStyle w:val="Collegamentoipertestuale"/>
            <w:sz w:val="28"/>
            <w:szCs w:val="28"/>
          </w:rPr>
          <w:t>direzione-marche@istruzione.it</w:t>
        </w:r>
      </w:hyperlink>
      <w:r w:rsidR="005D6AD7" w:rsidRPr="006D2AC4">
        <w:rPr>
          <w:rStyle w:val="Collegamentoipertestuale"/>
          <w:sz w:val="28"/>
          <w:szCs w:val="28"/>
          <w:u w:val="none"/>
        </w:rPr>
        <w:t xml:space="preserve">; </w:t>
      </w:r>
      <w:hyperlink r:id="rId10" w:history="1">
        <w:r w:rsidR="006D2AC4" w:rsidRPr="005A080C">
          <w:rPr>
            <w:rStyle w:val="Collegamentoipertestuale"/>
            <w:sz w:val="28"/>
            <w:szCs w:val="28"/>
          </w:rPr>
          <w:t>serafina.olmo@virgilio.it</w:t>
        </w:r>
      </w:hyperlink>
      <w:r w:rsidR="005D6AD7" w:rsidRPr="006D2AC4">
        <w:rPr>
          <w:rStyle w:val="Collegamentoipertestuale"/>
          <w:sz w:val="28"/>
          <w:szCs w:val="28"/>
          <w:u w:val="none"/>
        </w:rPr>
        <w:t xml:space="preserve">; </w:t>
      </w:r>
      <w:r w:rsidR="005D6AD7" w:rsidRPr="006D2AC4">
        <w:rPr>
          <w:color w:val="010202"/>
          <w:sz w:val="28"/>
          <w:szCs w:val="28"/>
        </w:rPr>
        <w:t xml:space="preserve"> </w:t>
      </w:r>
      <w:hyperlink r:id="rId11" w:history="1">
        <w:r w:rsidR="005D6AD7" w:rsidRPr="006D2AC4">
          <w:rPr>
            <w:rStyle w:val="Collegamentoipertestuale"/>
            <w:sz w:val="28"/>
            <w:szCs w:val="28"/>
          </w:rPr>
          <w:t>ascoli@aia-figc.it</w:t>
        </w:r>
      </w:hyperlink>
    </w:p>
    <w:p w14:paraId="25056CB3" w14:textId="77777777" w:rsidR="005D6AD7" w:rsidRPr="005D6AD7" w:rsidRDefault="005D6AD7" w:rsidP="005D6AD7">
      <w:pPr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D6AD7" w:rsidRPr="005D6AD7" w14:paraId="7D5067BB" w14:textId="77777777" w:rsidTr="006D2AC4">
        <w:tc>
          <w:tcPr>
            <w:tcW w:w="9779" w:type="dxa"/>
          </w:tcPr>
          <w:p w14:paraId="5C27D0E3" w14:textId="77777777" w:rsidR="005D6AD7" w:rsidRPr="005D6AD7" w:rsidRDefault="005D6AD7" w:rsidP="005D6AD7">
            <w:pPr>
              <w:overflowPunct/>
              <w:jc w:val="center"/>
              <w:textAlignment w:val="auto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7E8587B3" w14:textId="77777777" w:rsidR="005D6AD7" w:rsidRPr="005D6AD7" w:rsidRDefault="005D6AD7" w:rsidP="005D6AD7">
            <w:pPr>
              <w:overflowPunct/>
              <w:jc w:val="center"/>
              <w:textAlignment w:val="auto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63B3EC2A" w14:textId="77777777" w:rsidR="005D6AD7" w:rsidRPr="005D6AD7" w:rsidRDefault="005D6AD7" w:rsidP="005D6AD7">
            <w:pPr>
              <w:overflowPunct/>
              <w:textAlignment w:val="auto"/>
              <w:rPr>
                <w:b/>
                <w:bCs/>
                <w:color w:val="010202"/>
                <w:szCs w:val="24"/>
              </w:rPr>
            </w:pPr>
          </w:p>
          <w:p w14:paraId="0877F721" w14:textId="77777777" w:rsidR="005D6AD7" w:rsidRPr="005D6AD7" w:rsidRDefault="005D6AD7" w:rsidP="006D2AC4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 w:rsidR="006D2AC4"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5D6AD7" w:rsidRPr="005D6AD7" w14:paraId="295AF589" w14:textId="77777777" w:rsidTr="006D2AC4">
        <w:tc>
          <w:tcPr>
            <w:tcW w:w="9779" w:type="dxa"/>
          </w:tcPr>
          <w:p w14:paraId="10A85A5C" w14:textId="77777777" w:rsidR="006D2AC4" w:rsidRDefault="006D2AC4" w:rsidP="005D6AD7">
            <w:pPr>
              <w:overflowPunct/>
              <w:jc w:val="center"/>
              <w:textAlignment w:val="auto"/>
              <w:rPr>
                <w:b/>
                <w:bCs/>
                <w:szCs w:val="24"/>
              </w:rPr>
            </w:pPr>
          </w:p>
          <w:p w14:paraId="259F44C7" w14:textId="77777777" w:rsidR="005D6AD7" w:rsidRPr="006D2AC4" w:rsidRDefault="005D6AD7" w:rsidP="005D6AD7">
            <w:pPr>
              <w:overflowPunct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 w:rsidRPr="006D2AC4">
              <w:rPr>
                <w:b/>
                <w:bCs/>
                <w:sz w:val="28"/>
                <w:szCs w:val="28"/>
                <w:u w:val="single"/>
              </w:rPr>
              <w:t>ASCOLI PICENO</w:t>
            </w:r>
          </w:p>
          <w:p w14:paraId="6A1E5976" w14:textId="77777777" w:rsidR="005D6AD7" w:rsidRPr="005D6AD7" w:rsidRDefault="005D6AD7" w:rsidP="005D6AD7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</w:p>
        </w:tc>
      </w:tr>
      <w:tr w:rsidR="005D6AD7" w:rsidRPr="005D6AD7" w14:paraId="626C3E28" w14:textId="77777777" w:rsidTr="006D2AC4">
        <w:tc>
          <w:tcPr>
            <w:tcW w:w="9779" w:type="dxa"/>
          </w:tcPr>
          <w:p w14:paraId="218A514D" w14:textId="77777777" w:rsidR="005D6AD7" w:rsidRDefault="005D6AD7" w:rsidP="005D6A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525DCA38" w14:textId="77777777" w:rsidR="005D6AD7" w:rsidRPr="006D2AC4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 w:rsidR="006D2AC4">
              <w:rPr>
                <w:szCs w:val="24"/>
              </w:rPr>
              <w:t>…………………………………..</w:t>
            </w:r>
          </w:p>
          <w:p w14:paraId="7323989D" w14:textId="77777777" w:rsidR="005D6AD7" w:rsidRPr="006D2AC4" w:rsidRDefault="005D6AD7" w:rsidP="005D6AD7">
            <w:pPr>
              <w:rPr>
                <w:szCs w:val="24"/>
              </w:rPr>
            </w:pPr>
          </w:p>
          <w:p w14:paraId="37A2A9CF" w14:textId="77777777" w:rsidR="005D6AD7" w:rsidRPr="006D2AC4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 w:rsidR="006D2AC4">
              <w:rPr>
                <w:szCs w:val="24"/>
              </w:rPr>
              <w:t>………………………………….</w:t>
            </w:r>
          </w:p>
          <w:p w14:paraId="76593DE4" w14:textId="77777777" w:rsidR="005D6AD7" w:rsidRPr="006D2AC4" w:rsidRDefault="005D6AD7" w:rsidP="005D6AD7">
            <w:pPr>
              <w:rPr>
                <w:szCs w:val="24"/>
              </w:rPr>
            </w:pPr>
          </w:p>
          <w:p w14:paraId="58A84FE8" w14:textId="77777777" w:rsidR="005D6AD7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 w:rsidR="006D2AC4"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4C0E6FB1" w14:textId="77777777" w:rsidR="006D2AC4" w:rsidRDefault="006D2AC4" w:rsidP="005D6AD7">
            <w:pPr>
              <w:rPr>
                <w:szCs w:val="24"/>
              </w:rPr>
            </w:pPr>
          </w:p>
          <w:p w14:paraId="60DFAF2B" w14:textId="77777777" w:rsidR="006D2AC4" w:rsidRPr="006D2AC4" w:rsidRDefault="006D2AC4" w:rsidP="005D6A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004FE49C" w14:textId="77777777" w:rsidR="005D6AD7" w:rsidRPr="006D2AC4" w:rsidRDefault="005D6AD7" w:rsidP="005D6AD7">
            <w:pPr>
              <w:rPr>
                <w:szCs w:val="24"/>
              </w:rPr>
            </w:pPr>
          </w:p>
          <w:p w14:paraId="1401DBF0" w14:textId="77777777" w:rsidR="005D6AD7" w:rsidRPr="006D2AC4" w:rsidRDefault="005D6AD7" w:rsidP="006D2AC4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265F408F" w14:textId="77777777" w:rsidR="005D6AD7" w:rsidRPr="006D2AC4" w:rsidRDefault="005D6AD7" w:rsidP="005D6AD7">
            <w:pPr>
              <w:rPr>
                <w:szCs w:val="24"/>
              </w:rPr>
            </w:pPr>
          </w:p>
          <w:p w14:paraId="2F3C82E7" w14:textId="77777777" w:rsidR="006D2AC4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 w:rsidR="006D2AC4">
              <w:rPr>
                <w:szCs w:val="24"/>
              </w:rPr>
              <w:t xml:space="preserve"> che si terrà presso la SEZIONE DI </w:t>
            </w:r>
          </w:p>
          <w:p w14:paraId="3F769283" w14:textId="77777777" w:rsidR="006D2AC4" w:rsidRDefault="006D2AC4" w:rsidP="005D6AD7">
            <w:pPr>
              <w:rPr>
                <w:szCs w:val="24"/>
              </w:rPr>
            </w:pPr>
          </w:p>
          <w:p w14:paraId="42DF8714" w14:textId="77777777" w:rsidR="005D6AD7" w:rsidRPr="006D2AC4" w:rsidRDefault="006D2AC4" w:rsidP="005D6AD7">
            <w:pPr>
              <w:rPr>
                <w:szCs w:val="24"/>
              </w:rPr>
            </w:pPr>
            <w:r>
              <w:rPr>
                <w:szCs w:val="24"/>
              </w:rPr>
              <w:t>ASCOLI PICENO a partire dal 22 ottobre 2019.</w:t>
            </w:r>
          </w:p>
          <w:p w14:paraId="144DDBCA" w14:textId="77777777" w:rsidR="005D6AD7" w:rsidRPr="006D2AC4" w:rsidRDefault="005D6AD7" w:rsidP="005D6AD7">
            <w:pPr>
              <w:rPr>
                <w:szCs w:val="24"/>
              </w:rPr>
            </w:pPr>
          </w:p>
          <w:p w14:paraId="09F59FD7" w14:textId="77777777" w:rsidR="006D2AC4" w:rsidRDefault="006D2AC4" w:rsidP="005D6AD7">
            <w:pPr>
              <w:rPr>
                <w:szCs w:val="24"/>
              </w:rPr>
            </w:pPr>
          </w:p>
          <w:p w14:paraId="2F01AB36" w14:textId="77777777" w:rsidR="005D6AD7" w:rsidRPr="006D2AC4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6E12019E" w14:textId="77777777" w:rsidR="005D6AD7" w:rsidRPr="006D2AC4" w:rsidRDefault="005D6AD7" w:rsidP="005D6AD7">
            <w:pPr>
              <w:rPr>
                <w:szCs w:val="24"/>
              </w:rPr>
            </w:pPr>
          </w:p>
          <w:p w14:paraId="43D503C8" w14:textId="77777777" w:rsidR="005D6AD7" w:rsidRPr="006D2AC4" w:rsidRDefault="005D6AD7" w:rsidP="005D6A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  <w:p w14:paraId="5DFEF362" w14:textId="77777777" w:rsidR="005D6AD7" w:rsidRPr="006D2AC4" w:rsidRDefault="005D6AD7" w:rsidP="005D6AD7">
            <w:pPr>
              <w:rPr>
                <w:szCs w:val="24"/>
              </w:rPr>
            </w:pPr>
          </w:p>
          <w:p w14:paraId="18CBEDBE" w14:textId="77777777" w:rsidR="005D6AD7" w:rsidRPr="005D6AD7" w:rsidRDefault="005D6AD7" w:rsidP="006D2AC4">
            <w:pPr>
              <w:rPr>
                <w:sz w:val="36"/>
                <w:szCs w:val="36"/>
              </w:rPr>
            </w:pPr>
          </w:p>
        </w:tc>
      </w:tr>
      <w:tr w:rsidR="006D2AC4" w:rsidRPr="005D6AD7" w14:paraId="2B83BDD5" w14:textId="77777777" w:rsidTr="006D2AC4">
        <w:tc>
          <w:tcPr>
            <w:tcW w:w="9779" w:type="dxa"/>
          </w:tcPr>
          <w:p w14:paraId="6D995DD8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2FB21517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5DDFE34D" w14:textId="77777777" w:rsidR="006D2AC4" w:rsidRDefault="006D2AC4" w:rsidP="006D2AC4">
            <w:pPr>
              <w:rPr>
                <w:szCs w:val="24"/>
              </w:rPr>
            </w:pPr>
          </w:p>
          <w:p w14:paraId="711FF9E7" w14:textId="77777777" w:rsidR="006D2AC4" w:rsidRDefault="006D2AC4" w:rsidP="006D2AC4">
            <w:pPr>
              <w:rPr>
                <w:szCs w:val="24"/>
              </w:rPr>
            </w:pPr>
          </w:p>
          <w:p w14:paraId="72C31990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________________________                                                      ___________________________</w:t>
            </w:r>
          </w:p>
          <w:p w14:paraId="41B892E3" w14:textId="77777777" w:rsidR="006D2AC4" w:rsidRDefault="006D2AC4" w:rsidP="006D2AC4">
            <w:pPr>
              <w:rPr>
                <w:szCs w:val="24"/>
              </w:rPr>
            </w:pPr>
          </w:p>
          <w:p w14:paraId="60E7E5C1" w14:textId="77777777" w:rsidR="006D2AC4" w:rsidRDefault="006D2AC4" w:rsidP="006D2AC4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                                                         </w:t>
            </w:r>
          </w:p>
          <w:p w14:paraId="3B660E68" w14:textId="77777777" w:rsidR="006D2AC4" w:rsidRPr="006D2AC4" w:rsidRDefault="006D2AC4" w:rsidP="005D6AD7">
            <w:pPr>
              <w:rPr>
                <w:szCs w:val="24"/>
              </w:rPr>
            </w:pPr>
            <w:r>
              <w:rPr>
                <w:sz w:val="36"/>
                <w:szCs w:val="36"/>
              </w:rPr>
              <w:t xml:space="preserve">                                                 </w:t>
            </w:r>
            <w:r>
              <w:rPr>
                <w:szCs w:val="24"/>
              </w:rPr>
              <w:t xml:space="preserve">                                                        </w:t>
            </w:r>
          </w:p>
          <w:p w14:paraId="554377D5" w14:textId="77777777" w:rsidR="006D2AC4" w:rsidRPr="006D2AC4" w:rsidRDefault="006D2AC4" w:rsidP="005D6AD7">
            <w:pPr>
              <w:rPr>
                <w:szCs w:val="24"/>
              </w:rPr>
            </w:pPr>
          </w:p>
          <w:p w14:paraId="18590E3B" w14:textId="77777777" w:rsidR="006D2AC4" w:rsidRPr="005D6AD7" w:rsidRDefault="006D2AC4" w:rsidP="005D6AD7">
            <w:pPr>
              <w:rPr>
                <w:sz w:val="36"/>
                <w:szCs w:val="36"/>
              </w:rPr>
            </w:pPr>
          </w:p>
        </w:tc>
      </w:tr>
    </w:tbl>
    <w:p w14:paraId="29BC43C1" w14:textId="77777777" w:rsidR="00B76270" w:rsidRDefault="00B76270" w:rsidP="006D2AC4">
      <w:pPr>
        <w:overflowPunct/>
        <w:textAlignment w:val="auto"/>
        <w:rPr>
          <w:b/>
          <w:bCs/>
          <w:color w:val="010202"/>
          <w:szCs w:val="24"/>
        </w:rPr>
      </w:pPr>
    </w:p>
    <w:p w14:paraId="451EC2A8" w14:textId="77777777" w:rsidR="00943313" w:rsidRDefault="00943313" w:rsidP="006D2AC4">
      <w:pPr>
        <w:overflowPunct/>
        <w:textAlignment w:val="auto"/>
        <w:rPr>
          <w:b/>
          <w:bCs/>
          <w:color w:val="010202"/>
          <w:szCs w:val="24"/>
        </w:rPr>
      </w:pPr>
    </w:p>
    <w:p w14:paraId="78166A65" w14:textId="4F41C8AC" w:rsidR="006D2AC4" w:rsidRDefault="006D2AC4" w:rsidP="006D2AC4">
      <w:pPr>
        <w:overflowPunct/>
        <w:textAlignment w:val="auto"/>
        <w:rPr>
          <w:b/>
          <w:bCs/>
          <w:color w:val="010202"/>
          <w:szCs w:val="24"/>
        </w:rPr>
      </w:pPr>
      <w:r>
        <w:rPr>
          <w:b/>
          <w:bCs/>
          <w:color w:val="010202"/>
          <w:szCs w:val="24"/>
        </w:rPr>
        <w:lastRenderedPageBreak/>
        <w:t>Da inviare ENTRO 10</w:t>
      </w:r>
      <w:r w:rsidRPr="005D6AD7">
        <w:rPr>
          <w:b/>
          <w:bCs/>
          <w:color w:val="010202"/>
          <w:szCs w:val="24"/>
        </w:rPr>
        <w:t xml:space="preserve"> OTTOBRE 2019</w:t>
      </w:r>
      <w:r>
        <w:rPr>
          <w:b/>
          <w:bCs/>
          <w:color w:val="010202"/>
          <w:szCs w:val="24"/>
        </w:rPr>
        <w:t xml:space="preserve"> </w:t>
      </w:r>
      <w:r w:rsidRPr="005D6AD7">
        <w:rPr>
          <w:b/>
          <w:bCs/>
          <w:color w:val="010202"/>
          <w:szCs w:val="24"/>
        </w:rPr>
        <w:t>a:</w:t>
      </w:r>
    </w:p>
    <w:p w14:paraId="0EFC929D" w14:textId="77777777" w:rsidR="006D2AC4" w:rsidRPr="006D2AC4" w:rsidRDefault="006D2AC4" w:rsidP="006D2AC4">
      <w:pPr>
        <w:overflowPunct/>
        <w:textAlignment w:val="auto"/>
        <w:rPr>
          <w:color w:val="010202"/>
          <w:sz w:val="28"/>
          <w:szCs w:val="28"/>
        </w:rPr>
      </w:pPr>
      <w:r w:rsidRPr="006D2AC4">
        <w:rPr>
          <w:szCs w:val="24"/>
        </w:rPr>
        <w:t xml:space="preserve"> </w:t>
      </w:r>
      <w:hyperlink r:id="rId12" w:history="1">
        <w:r w:rsidRPr="006D2AC4">
          <w:rPr>
            <w:rStyle w:val="Collegamentoipertestuale"/>
            <w:sz w:val="28"/>
            <w:szCs w:val="28"/>
          </w:rPr>
          <w:t>direzione-marche@istruzione.it</w:t>
        </w:r>
      </w:hyperlink>
      <w:r w:rsidRPr="006D2AC4">
        <w:rPr>
          <w:rStyle w:val="Collegamentoipertestuale"/>
          <w:sz w:val="28"/>
          <w:szCs w:val="28"/>
        </w:rPr>
        <w:t xml:space="preserve">; </w:t>
      </w:r>
      <w:hyperlink r:id="rId13" w:history="1">
        <w:r w:rsidRPr="006D2AC4">
          <w:rPr>
            <w:rStyle w:val="Collegamentoipertestuale"/>
            <w:sz w:val="28"/>
            <w:szCs w:val="28"/>
          </w:rPr>
          <w:t>serafina.olmo@virgilio.it</w:t>
        </w:r>
      </w:hyperlink>
      <w:r w:rsidRPr="006D2AC4">
        <w:rPr>
          <w:rStyle w:val="Collegamentoipertestuale"/>
          <w:sz w:val="28"/>
          <w:szCs w:val="28"/>
          <w:u w:val="none"/>
        </w:rPr>
        <w:t xml:space="preserve">; </w:t>
      </w:r>
      <w:hyperlink r:id="rId14" w:history="1">
        <w:r w:rsidRPr="006D2AC4">
          <w:rPr>
            <w:rStyle w:val="Collegamentoipertestuale"/>
            <w:sz w:val="28"/>
            <w:szCs w:val="28"/>
          </w:rPr>
          <w:t>sanbenedetto@aia-figc.it</w:t>
        </w:r>
      </w:hyperlink>
      <w:r w:rsidRPr="006D2AC4">
        <w:rPr>
          <w:color w:val="010202"/>
          <w:sz w:val="28"/>
          <w:szCs w:val="28"/>
        </w:rPr>
        <w:t xml:space="preserve"> </w:t>
      </w:r>
    </w:p>
    <w:p w14:paraId="0A91567F" w14:textId="77777777" w:rsidR="006D2AC4" w:rsidRPr="005D6AD7" w:rsidRDefault="006D2AC4" w:rsidP="006D2AC4">
      <w:pPr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6D2AC4" w:rsidRPr="005D6AD7" w14:paraId="08114FD5" w14:textId="77777777" w:rsidTr="006D2AC4">
        <w:tc>
          <w:tcPr>
            <w:tcW w:w="9779" w:type="dxa"/>
          </w:tcPr>
          <w:p w14:paraId="04B0083A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7038547C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3C0E1AD3" w14:textId="77777777" w:rsidR="006D2AC4" w:rsidRPr="005D6AD7" w:rsidRDefault="006D2AC4" w:rsidP="006D2AC4">
            <w:pPr>
              <w:overflowPunct/>
              <w:textAlignment w:val="auto"/>
              <w:rPr>
                <w:b/>
                <w:bCs/>
                <w:color w:val="010202"/>
                <w:szCs w:val="24"/>
              </w:rPr>
            </w:pPr>
          </w:p>
          <w:p w14:paraId="0427DB36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6D2AC4" w:rsidRPr="005D6AD7" w14:paraId="34AB42BD" w14:textId="77777777" w:rsidTr="006D2AC4">
        <w:tc>
          <w:tcPr>
            <w:tcW w:w="9779" w:type="dxa"/>
          </w:tcPr>
          <w:p w14:paraId="1B304E1C" w14:textId="77777777" w:rsidR="006D2AC4" w:rsidRDefault="006D2AC4" w:rsidP="006D2AC4">
            <w:pPr>
              <w:overflowPunct/>
              <w:jc w:val="center"/>
              <w:textAlignment w:val="auto"/>
              <w:rPr>
                <w:b/>
                <w:bCs/>
                <w:szCs w:val="24"/>
              </w:rPr>
            </w:pPr>
          </w:p>
          <w:p w14:paraId="273156B3" w14:textId="77777777" w:rsidR="006D2AC4" w:rsidRPr="006D2AC4" w:rsidRDefault="006D2AC4" w:rsidP="006D2AC4">
            <w:pPr>
              <w:overflowPunct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>
              <w:rPr>
                <w:b/>
                <w:bCs/>
                <w:sz w:val="28"/>
                <w:szCs w:val="28"/>
                <w:u w:val="single"/>
              </w:rPr>
              <w:t>SAN BENEDETTO DEL TRONTO</w:t>
            </w:r>
          </w:p>
          <w:p w14:paraId="2AD7D24B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</w:p>
        </w:tc>
      </w:tr>
      <w:tr w:rsidR="006D2AC4" w:rsidRPr="005D6AD7" w14:paraId="0463E69C" w14:textId="77777777" w:rsidTr="006D2AC4">
        <w:tc>
          <w:tcPr>
            <w:tcW w:w="9779" w:type="dxa"/>
          </w:tcPr>
          <w:p w14:paraId="292C2F0B" w14:textId="77777777" w:rsidR="006D2AC4" w:rsidRDefault="006D2AC4" w:rsidP="006D2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1F157F6E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16C66EEA" w14:textId="77777777" w:rsidR="006D2AC4" w:rsidRPr="006D2AC4" w:rsidRDefault="006D2AC4" w:rsidP="006D2AC4">
            <w:pPr>
              <w:rPr>
                <w:szCs w:val="24"/>
              </w:rPr>
            </w:pPr>
          </w:p>
          <w:p w14:paraId="5599B337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047D2544" w14:textId="77777777" w:rsidR="006D2AC4" w:rsidRPr="006D2AC4" w:rsidRDefault="006D2AC4" w:rsidP="006D2AC4">
            <w:pPr>
              <w:rPr>
                <w:szCs w:val="24"/>
              </w:rPr>
            </w:pPr>
          </w:p>
          <w:p w14:paraId="500B64D7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60285C5A" w14:textId="77777777" w:rsidR="006D2AC4" w:rsidRDefault="006D2AC4" w:rsidP="006D2AC4">
            <w:pPr>
              <w:rPr>
                <w:szCs w:val="24"/>
              </w:rPr>
            </w:pPr>
          </w:p>
          <w:p w14:paraId="076BD725" w14:textId="77777777" w:rsidR="006D2AC4" w:rsidRP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4F294FE0" w14:textId="77777777" w:rsidR="006D2AC4" w:rsidRPr="006D2AC4" w:rsidRDefault="006D2AC4" w:rsidP="006D2AC4">
            <w:pPr>
              <w:rPr>
                <w:szCs w:val="24"/>
              </w:rPr>
            </w:pPr>
          </w:p>
          <w:p w14:paraId="7EEA2F5E" w14:textId="77777777" w:rsidR="006D2AC4" w:rsidRPr="006D2AC4" w:rsidRDefault="006D2AC4" w:rsidP="006D2AC4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79283809" w14:textId="77777777" w:rsidR="006D2AC4" w:rsidRPr="006D2AC4" w:rsidRDefault="006D2AC4" w:rsidP="006D2AC4">
            <w:pPr>
              <w:rPr>
                <w:szCs w:val="24"/>
              </w:rPr>
            </w:pPr>
          </w:p>
          <w:p w14:paraId="16FA9A19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presso la SEZIONE DI </w:t>
            </w:r>
          </w:p>
          <w:p w14:paraId="26F6690E" w14:textId="77777777" w:rsidR="006D2AC4" w:rsidRDefault="006D2AC4" w:rsidP="006D2AC4">
            <w:pPr>
              <w:rPr>
                <w:szCs w:val="24"/>
              </w:rPr>
            </w:pPr>
          </w:p>
          <w:p w14:paraId="56290BDC" w14:textId="77777777" w:rsidR="006D2AC4" w:rsidRP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SAN BENEDETTO DEL TRONTO a partire dal 22 ottobre</w:t>
            </w:r>
            <w:r w:rsidR="00C37937">
              <w:rPr>
                <w:szCs w:val="24"/>
              </w:rPr>
              <w:t xml:space="preserve"> 2019</w:t>
            </w:r>
            <w:r>
              <w:rPr>
                <w:szCs w:val="24"/>
              </w:rPr>
              <w:t>.</w:t>
            </w:r>
          </w:p>
          <w:p w14:paraId="7FB8E596" w14:textId="77777777" w:rsidR="006D2AC4" w:rsidRPr="006D2AC4" w:rsidRDefault="006D2AC4" w:rsidP="006D2AC4">
            <w:pPr>
              <w:rPr>
                <w:szCs w:val="24"/>
              </w:rPr>
            </w:pPr>
          </w:p>
          <w:p w14:paraId="734CB68E" w14:textId="77777777" w:rsidR="006D2AC4" w:rsidRDefault="006D2AC4" w:rsidP="006D2AC4">
            <w:pPr>
              <w:rPr>
                <w:szCs w:val="24"/>
              </w:rPr>
            </w:pPr>
          </w:p>
          <w:p w14:paraId="61046A95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0179BFDB" w14:textId="77777777" w:rsidR="006D2AC4" w:rsidRPr="006D2AC4" w:rsidRDefault="006D2AC4" w:rsidP="006D2AC4">
            <w:pPr>
              <w:rPr>
                <w:szCs w:val="24"/>
              </w:rPr>
            </w:pPr>
          </w:p>
          <w:p w14:paraId="36C1F359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  <w:p w14:paraId="49A17F6A" w14:textId="77777777" w:rsidR="006D2AC4" w:rsidRPr="006D2AC4" w:rsidRDefault="006D2AC4" w:rsidP="006D2AC4">
            <w:pPr>
              <w:rPr>
                <w:szCs w:val="24"/>
              </w:rPr>
            </w:pPr>
          </w:p>
          <w:p w14:paraId="53A1E1E5" w14:textId="77777777" w:rsidR="006D2AC4" w:rsidRPr="005D6AD7" w:rsidRDefault="006D2AC4" w:rsidP="006D2AC4">
            <w:pPr>
              <w:rPr>
                <w:sz w:val="36"/>
                <w:szCs w:val="36"/>
              </w:rPr>
            </w:pPr>
          </w:p>
        </w:tc>
      </w:tr>
      <w:tr w:rsidR="006D2AC4" w:rsidRPr="005D6AD7" w14:paraId="6EC1AB7A" w14:textId="77777777" w:rsidTr="006D2AC4">
        <w:tc>
          <w:tcPr>
            <w:tcW w:w="9779" w:type="dxa"/>
          </w:tcPr>
          <w:p w14:paraId="0792AF0A" w14:textId="77777777" w:rsidR="00C37937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2151C73C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59550FE7" w14:textId="77777777" w:rsidR="006D2AC4" w:rsidRDefault="006D2AC4" w:rsidP="006D2AC4">
            <w:pPr>
              <w:rPr>
                <w:szCs w:val="24"/>
              </w:rPr>
            </w:pPr>
          </w:p>
          <w:p w14:paraId="2F4FF938" w14:textId="77777777" w:rsidR="006D2AC4" w:rsidRDefault="006D2AC4" w:rsidP="006D2AC4">
            <w:pPr>
              <w:rPr>
                <w:szCs w:val="24"/>
              </w:rPr>
            </w:pPr>
          </w:p>
          <w:p w14:paraId="2A18AD31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________________________                                                      ___________________________</w:t>
            </w:r>
          </w:p>
          <w:p w14:paraId="0FB8EE18" w14:textId="77777777" w:rsidR="006D2AC4" w:rsidRDefault="006D2AC4" w:rsidP="006D2AC4">
            <w:pPr>
              <w:rPr>
                <w:szCs w:val="24"/>
              </w:rPr>
            </w:pPr>
          </w:p>
          <w:p w14:paraId="4492D886" w14:textId="77777777" w:rsidR="006D2AC4" w:rsidRDefault="006D2AC4" w:rsidP="006D2AC4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                                                         </w:t>
            </w:r>
          </w:p>
          <w:p w14:paraId="5089634C" w14:textId="77777777" w:rsidR="006D2AC4" w:rsidRPr="006D2AC4" w:rsidRDefault="006D2AC4" w:rsidP="006D2AC4">
            <w:pPr>
              <w:rPr>
                <w:szCs w:val="24"/>
              </w:rPr>
            </w:pPr>
            <w:r>
              <w:rPr>
                <w:sz w:val="36"/>
                <w:szCs w:val="36"/>
              </w:rPr>
              <w:t xml:space="preserve">                                                   </w:t>
            </w:r>
            <w:r>
              <w:rPr>
                <w:szCs w:val="24"/>
              </w:rPr>
              <w:t xml:space="preserve">                                                        </w:t>
            </w:r>
          </w:p>
          <w:p w14:paraId="41B3338D" w14:textId="77777777" w:rsidR="006D2AC4" w:rsidRPr="006D2AC4" w:rsidRDefault="006D2AC4" w:rsidP="006D2AC4">
            <w:pPr>
              <w:rPr>
                <w:szCs w:val="24"/>
              </w:rPr>
            </w:pPr>
          </w:p>
          <w:p w14:paraId="12CD7301" w14:textId="77777777" w:rsidR="006D2AC4" w:rsidRPr="005D6AD7" w:rsidRDefault="006D2AC4" w:rsidP="006D2AC4">
            <w:pPr>
              <w:rPr>
                <w:sz w:val="36"/>
                <w:szCs w:val="36"/>
              </w:rPr>
            </w:pPr>
          </w:p>
        </w:tc>
      </w:tr>
    </w:tbl>
    <w:p w14:paraId="16DC576A" w14:textId="77777777" w:rsidR="006D2AC4" w:rsidRDefault="006D2AC4" w:rsidP="006D2AC4">
      <w:pPr>
        <w:overflowPunct/>
        <w:textAlignment w:val="auto"/>
        <w:rPr>
          <w:b/>
          <w:bCs/>
          <w:color w:val="010202"/>
          <w:szCs w:val="24"/>
        </w:rPr>
      </w:pPr>
    </w:p>
    <w:p w14:paraId="1E124D29" w14:textId="77777777" w:rsidR="00C37937" w:rsidRDefault="00C37937" w:rsidP="006D2AC4">
      <w:pPr>
        <w:overflowPunct/>
        <w:textAlignment w:val="auto"/>
        <w:rPr>
          <w:b/>
          <w:bCs/>
          <w:color w:val="010202"/>
          <w:szCs w:val="24"/>
        </w:rPr>
      </w:pPr>
    </w:p>
    <w:p w14:paraId="481E7794" w14:textId="77777777" w:rsidR="00943313" w:rsidRDefault="00943313" w:rsidP="006D2AC4">
      <w:pPr>
        <w:overflowPunct/>
        <w:textAlignment w:val="auto"/>
        <w:rPr>
          <w:b/>
          <w:bCs/>
          <w:color w:val="010202"/>
          <w:szCs w:val="24"/>
        </w:rPr>
      </w:pPr>
    </w:p>
    <w:p w14:paraId="3F26D498" w14:textId="77777777" w:rsidR="006D2AC4" w:rsidRDefault="006D2AC4" w:rsidP="006D2AC4">
      <w:pPr>
        <w:overflowPunct/>
        <w:textAlignment w:val="auto"/>
        <w:rPr>
          <w:b/>
          <w:bCs/>
          <w:color w:val="010202"/>
          <w:szCs w:val="24"/>
        </w:rPr>
      </w:pPr>
      <w:bookmarkStart w:id="0" w:name="_GoBack"/>
      <w:bookmarkEnd w:id="0"/>
      <w:r>
        <w:rPr>
          <w:b/>
          <w:bCs/>
          <w:color w:val="010202"/>
          <w:szCs w:val="24"/>
        </w:rPr>
        <w:lastRenderedPageBreak/>
        <w:t>Da inviare ENTRO 10</w:t>
      </w:r>
      <w:r w:rsidRPr="005D6AD7">
        <w:rPr>
          <w:b/>
          <w:bCs/>
          <w:color w:val="010202"/>
          <w:szCs w:val="24"/>
        </w:rPr>
        <w:t xml:space="preserve"> OTTOBRE 2019</w:t>
      </w:r>
      <w:r>
        <w:rPr>
          <w:b/>
          <w:bCs/>
          <w:color w:val="010202"/>
          <w:szCs w:val="24"/>
        </w:rPr>
        <w:t xml:space="preserve"> </w:t>
      </w:r>
      <w:r w:rsidRPr="005D6AD7">
        <w:rPr>
          <w:b/>
          <w:bCs/>
          <w:color w:val="010202"/>
          <w:szCs w:val="24"/>
        </w:rPr>
        <w:t>a:</w:t>
      </w:r>
    </w:p>
    <w:p w14:paraId="4FB6959F" w14:textId="77777777" w:rsidR="006D2AC4" w:rsidRPr="006D2AC4" w:rsidRDefault="006D2AC4" w:rsidP="006D2AC4">
      <w:pPr>
        <w:overflowPunct/>
        <w:textAlignment w:val="auto"/>
        <w:rPr>
          <w:rStyle w:val="Collegamentoipertestuale"/>
          <w:sz w:val="28"/>
          <w:szCs w:val="28"/>
        </w:rPr>
      </w:pPr>
      <w:r w:rsidRPr="006D2AC4">
        <w:rPr>
          <w:sz w:val="28"/>
          <w:szCs w:val="28"/>
        </w:rPr>
        <w:t xml:space="preserve"> </w:t>
      </w:r>
      <w:hyperlink r:id="rId15" w:history="1">
        <w:r w:rsidRPr="006D2AC4">
          <w:rPr>
            <w:rStyle w:val="Collegamentoipertestuale"/>
            <w:sz w:val="28"/>
            <w:szCs w:val="28"/>
          </w:rPr>
          <w:t>direzione-marche@istruzione.it</w:t>
        </w:r>
      </w:hyperlink>
      <w:r w:rsidRPr="006D2AC4">
        <w:rPr>
          <w:color w:val="0000FF"/>
          <w:sz w:val="28"/>
          <w:szCs w:val="28"/>
        </w:rPr>
        <w:t xml:space="preserve">; </w:t>
      </w:r>
      <w:hyperlink r:id="rId16" w:history="1">
        <w:r w:rsidRPr="006D2AC4">
          <w:rPr>
            <w:rStyle w:val="Collegamentoipertestuale"/>
            <w:sz w:val="28"/>
            <w:szCs w:val="28"/>
          </w:rPr>
          <w:t>serafina.olmo@virgilio.it</w:t>
        </w:r>
      </w:hyperlink>
      <w:r w:rsidRPr="006D2AC4">
        <w:rPr>
          <w:rStyle w:val="Collegamentoipertestuale"/>
          <w:sz w:val="28"/>
          <w:szCs w:val="28"/>
          <w:u w:val="none"/>
        </w:rPr>
        <w:t xml:space="preserve">; </w:t>
      </w:r>
      <w:hyperlink r:id="rId17" w:tgtFrame="_blank" w:history="1">
        <w:r w:rsidRPr="006D2AC4">
          <w:rPr>
            <w:rStyle w:val="Collegamentoipertestuale"/>
            <w:sz w:val="28"/>
            <w:szCs w:val="28"/>
          </w:rPr>
          <w:t>fermo@aia-figc.it</w:t>
        </w:r>
      </w:hyperlink>
    </w:p>
    <w:p w14:paraId="2A96DCC4" w14:textId="77777777" w:rsidR="006D2AC4" w:rsidRPr="005D6AD7" w:rsidRDefault="006D2AC4" w:rsidP="006D2AC4">
      <w:pPr>
        <w:overflowPunct/>
        <w:textAlignment w:val="auto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6D2AC4" w:rsidRPr="005D6AD7" w14:paraId="616A8AD2" w14:textId="77777777" w:rsidTr="006D2AC4">
        <w:tc>
          <w:tcPr>
            <w:tcW w:w="9779" w:type="dxa"/>
          </w:tcPr>
          <w:p w14:paraId="78A0032C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2DA6A320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6CCCCB14" w14:textId="77777777" w:rsidR="006D2AC4" w:rsidRPr="005D6AD7" w:rsidRDefault="006D2AC4" w:rsidP="006D2AC4">
            <w:pPr>
              <w:overflowPunct/>
              <w:textAlignment w:val="auto"/>
              <w:rPr>
                <w:b/>
                <w:bCs/>
                <w:color w:val="010202"/>
                <w:szCs w:val="24"/>
              </w:rPr>
            </w:pPr>
          </w:p>
          <w:p w14:paraId="0797B0E9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6D2AC4" w:rsidRPr="005D6AD7" w14:paraId="1F3BCAC6" w14:textId="77777777" w:rsidTr="006D2AC4">
        <w:tc>
          <w:tcPr>
            <w:tcW w:w="9779" w:type="dxa"/>
          </w:tcPr>
          <w:p w14:paraId="4F5C92A0" w14:textId="77777777" w:rsidR="006D2AC4" w:rsidRDefault="006D2AC4" w:rsidP="006D2AC4">
            <w:pPr>
              <w:overflowPunct/>
              <w:jc w:val="center"/>
              <w:textAlignment w:val="auto"/>
              <w:rPr>
                <w:b/>
                <w:bCs/>
                <w:szCs w:val="24"/>
              </w:rPr>
            </w:pPr>
          </w:p>
          <w:p w14:paraId="2D71D307" w14:textId="77777777" w:rsidR="006D2AC4" w:rsidRPr="006D2AC4" w:rsidRDefault="006D2AC4" w:rsidP="006D2AC4">
            <w:pPr>
              <w:overflowPunct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>
              <w:rPr>
                <w:b/>
                <w:bCs/>
                <w:sz w:val="28"/>
                <w:szCs w:val="28"/>
                <w:u w:val="single"/>
              </w:rPr>
              <w:t>FERMO</w:t>
            </w:r>
          </w:p>
          <w:p w14:paraId="02B9714A" w14:textId="77777777" w:rsidR="006D2AC4" w:rsidRPr="005D6AD7" w:rsidRDefault="006D2AC4" w:rsidP="006D2AC4">
            <w:pPr>
              <w:overflowPunct/>
              <w:jc w:val="center"/>
              <w:textAlignment w:val="auto"/>
              <w:rPr>
                <w:sz w:val="36"/>
                <w:szCs w:val="36"/>
              </w:rPr>
            </w:pPr>
          </w:p>
        </w:tc>
      </w:tr>
      <w:tr w:rsidR="006D2AC4" w:rsidRPr="005D6AD7" w14:paraId="0E83E2B3" w14:textId="77777777" w:rsidTr="006D2AC4">
        <w:tc>
          <w:tcPr>
            <w:tcW w:w="9779" w:type="dxa"/>
          </w:tcPr>
          <w:p w14:paraId="53DECBD2" w14:textId="77777777" w:rsidR="006D2AC4" w:rsidRDefault="006D2AC4" w:rsidP="006D2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253E297B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5CCA26A1" w14:textId="77777777" w:rsidR="006D2AC4" w:rsidRPr="006D2AC4" w:rsidRDefault="006D2AC4" w:rsidP="006D2AC4">
            <w:pPr>
              <w:rPr>
                <w:szCs w:val="24"/>
              </w:rPr>
            </w:pPr>
          </w:p>
          <w:p w14:paraId="5238CB40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67DA2B24" w14:textId="77777777" w:rsidR="006D2AC4" w:rsidRPr="006D2AC4" w:rsidRDefault="006D2AC4" w:rsidP="006D2AC4">
            <w:pPr>
              <w:rPr>
                <w:szCs w:val="24"/>
              </w:rPr>
            </w:pPr>
          </w:p>
          <w:p w14:paraId="37B5FC90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5BA6FD26" w14:textId="77777777" w:rsidR="006D2AC4" w:rsidRDefault="006D2AC4" w:rsidP="006D2AC4">
            <w:pPr>
              <w:rPr>
                <w:szCs w:val="24"/>
              </w:rPr>
            </w:pPr>
          </w:p>
          <w:p w14:paraId="304A76AB" w14:textId="77777777" w:rsidR="006D2AC4" w:rsidRP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33B74C1F" w14:textId="77777777" w:rsidR="006D2AC4" w:rsidRPr="006D2AC4" w:rsidRDefault="006D2AC4" w:rsidP="006D2AC4">
            <w:pPr>
              <w:rPr>
                <w:szCs w:val="24"/>
              </w:rPr>
            </w:pPr>
          </w:p>
          <w:p w14:paraId="19F01E7A" w14:textId="77777777" w:rsidR="006D2AC4" w:rsidRPr="006D2AC4" w:rsidRDefault="006D2AC4" w:rsidP="006D2AC4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2BCDE04D" w14:textId="77777777" w:rsidR="006D2AC4" w:rsidRPr="006D2AC4" w:rsidRDefault="006D2AC4" w:rsidP="006D2AC4">
            <w:pPr>
              <w:rPr>
                <w:szCs w:val="24"/>
              </w:rPr>
            </w:pPr>
          </w:p>
          <w:p w14:paraId="1422A35F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presso la SEZIONE DI </w:t>
            </w:r>
          </w:p>
          <w:p w14:paraId="0FE22C3C" w14:textId="77777777" w:rsidR="006D2AC4" w:rsidRDefault="006D2AC4" w:rsidP="006D2AC4">
            <w:pPr>
              <w:rPr>
                <w:szCs w:val="24"/>
              </w:rPr>
            </w:pPr>
          </w:p>
          <w:p w14:paraId="72C7C087" w14:textId="77777777" w:rsidR="006D2AC4" w:rsidRP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FERMO  a partire dal 22 ottobre.</w:t>
            </w:r>
          </w:p>
          <w:p w14:paraId="7431E6DD" w14:textId="77777777" w:rsidR="006D2AC4" w:rsidRPr="006D2AC4" w:rsidRDefault="006D2AC4" w:rsidP="006D2AC4">
            <w:pPr>
              <w:rPr>
                <w:szCs w:val="24"/>
              </w:rPr>
            </w:pPr>
          </w:p>
          <w:p w14:paraId="397294D0" w14:textId="77777777" w:rsidR="006D2AC4" w:rsidRDefault="006D2AC4" w:rsidP="006D2AC4">
            <w:pPr>
              <w:rPr>
                <w:szCs w:val="24"/>
              </w:rPr>
            </w:pPr>
          </w:p>
          <w:p w14:paraId="7BC3B205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1D916E71" w14:textId="77777777" w:rsidR="006D2AC4" w:rsidRPr="006D2AC4" w:rsidRDefault="006D2AC4" w:rsidP="006D2AC4">
            <w:pPr>
              <w:rPr>
                <w:szCs w:val="24"/>
              </w:rPr>
            </w:pPr>
          </w:p>
          <w:p w14:paraId="6F46AC01" w14:textId="77777777" w:rsidR="006D2AC4" w:rsidRP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  <w:p w14:paraId="0541A318" w14:textId="77777777" w:rsidR="006D2AC4" w:rsidRPr="006D2AC4" w:rsidRDefault="006D2AC4" w:rsidP="006D2AC4">
            <w:pPr>
              <w:rPr>
                <w:szCs w:val="24"/>
              </w:rPr>
            </w:pPr>
          </w:p>
          <w:p w14:paraId="421A8598" w14:textId="77777777" w:rsidR="006D2AC4" w:rsidRPr="005D6AD7" w:rsidRDefault="006D2AC4" w:rsidP="006D2AC4">
            <w:pPr>
              <w:rPr>
                <w:sz w:val="36"/>
                <w:szCs w:val="36"/>
              </w:rPr>
            </w:pPr>
          </w:p>
        </w:tc>
      </w:tr>
      <w:tr w:rsidR="006D2AC4" w:rsidRPr="005D6AD7" w14:paraId="23F0611A" w14:textId="77777777" w:rsidTr="00B76270">
        <w:trPr>
          <w:trHeight w:val="2228"/>
        </w:trPr>
        <w:tc>
          <w:tcPr>
            <w:tcW w:w="9779" w:type="dxa"/>
          </w:tcPr>
          <w:p w14:paraId="749CB5A1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3AF0E211" w14:textId="77777777" w:rsidR="006D2AC4" w:rsidRDefault="006D2AC4" w:rsidP="006D2AC4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461D7453" w14:textId="77777777" w:rsidR="006D2AC4" w:rsidRDefault="006D2AC4" w:rsidP="006D2AC4">
            <w:pPr>
              <w:rPr>
                <w:szCs w:val="24"/>
              </w:rPr>
            </w:pPr>
          </w:p>
          <w:p w14:paraId="73047F4C" w14:textId="77777777" w:rsidR="006D2AC4" w:rsidRDefault="006D2AC4" w:rsidP="006D2AC4">
            <w:pPr>
              <w:rPr>
                <w:szCs w:val="24"/>
              </w:rPr>
            </w:pPr>
          </w:p>
          <w:p w14:paraId="0E947D13" w14:textId="77777777" w:rsid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>________________________                                                      ___________________________</w:t>
            </w:r>
          </w:p>
          <w:p w14:paraId="718EFC1E" w14:textId="77777777" w:rsidR="006D2AC4" w:rsidRDefault="006D2AC4" w:rsidP="006D2AC4">
            <w:pPr>
              <w:rPr>
                <w:szCs w:val="24"/>
              </w:rPr>
            </w:pPr>
          </w:p>
          <w:p w14:paraId="475C0D32" w14:textId="335C0E65" w:rsidR="006D2AC4" w:rsidRPr="006D2AC4" w:rsidRDefault="006D2AC4" w:rsidP="006D2AC4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                                                 </w:t>
            </w:r>
          </w:p>
          <w:p w14:paraId="317300BF" w14:textId="77777777" w:rsidR="006D2AC4" w:rsidRPr="005D6AD7" w:rsidRDefault="006D2AC4" w:rsidP="006D2AC4">
            <w:pPr>
              <w:rPr>
                <w:sz w:val="36"/>
                <w:szCs w:val="36"/>
              </w:rPr>
            </w:pPr>
          </w:p>
        </w:tc>
      </w:tr>
    </w:tbl>
    <w:p w14:paraId="57C9E162" w14:textId="77777777" w:rsidR="005D6AD7" w:rsidRPr="005D6AD7" w:rsidRDefault="005D6AD7" w:rsidP="00B76270">
      <w:pPr>
        <w:rPr>
          <w:sz w:val="36"/>
          <w:szCs w:val="36"/>
        </w:rPr>
      </w:pPr>
    </w:p>
    <w:sectPr w:rsidR="005D6AD7" w:rsidRPr="005D6AD7" w:rsidSect="0037332D">
      <w:footerReference w:type="default" r:id="rId18"/>
      <w:pgSz w:w="11907" w:h="16840"/>
      <w:pgMar w:top="1417" w:right="1134" w:bottom="1134" w:left="1134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66E00" w14:textId="77777777" w:rsidR="00A07EF3" w:rsidRDefault="00A07EF3">
      <w:r>
        <w:separator/>
      </w:r>
    </w:p>
  </w:endnote>
  <w:endnote w:type="continuationSeparator" w:id="0">
    <w:p w14:paraId="0CFE139A" w14:textId="77777777" w:rsidR="00A07EF3" w:rsidRDefault="00A0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A0546" w14:textId="77777777" w:rsidR="006D2AC4" w:rsidRPr="008836EF" w:rsidRDefault="006D2AC4" w:rsidP="00D857AD">
    <w:pPr>
      <w:jc w:val="both"/>
      <w:rPr>
        <w:rFonts w:ascii="Calibri" w:hAnsi="Calibri" w:cs="Arial"/>
        <w:sz w:val="16"/>
        <w:szCs w:val="16"/>
      </w:rPr>
    </w:pPr>
    <w:r>
      <w:rPr>
        <w:color w:val="010202"/>
        <w:sz w:val="16"/>
        <w:szCs w:val="16"/>
      </w:rPr>
      <w:t>201909301015_</w:t>
    </w:r>
    <w:r w:rsidRPr="008836EF">
      <w:rPr>
        <w:color w:val="010202"/>
        <w:sz w:val="16"/>
        <w:szCs w:val="16"/>
      </w:rPr>
      <w:t>Progetto A4.1_PR1920_26_P11 Corso di formazione per studenti arbitri di Calcio-Province di Ascoli Piceno – Fermo</w:t>
    </w:r>
  </w:p>
  <w:p w14:paraId="05A90CA0" w14:textId="77777777" w:rsidR="006D2AC4" w:rsidRDefault="006D2AC4" w:rsidP="00D857AD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attività istruttoria: Olmo Serafina   Tel.0736 251046 - 0736 521037 e-mail: </w:t>
    </w:r>
    <w:hyperlink r:id="rId1" w:history="1">
      <w:r w:rsidRPr="00524F45">
        <w:rPr>
          <w:rStyle w:val="Collegamentoipertestuale"/>
          <w:rFonts w:ascii="Calibri" w:hAnsi="Calibri" w:cs="Tahoma"/>
          <w:sz w:val="16"/>
          <w:szCs w:val="16"/>
        </w:rPr>
        <w:t>serafina.olmo@istruzione.it</w:t>
      </w:r>
    </w:hyperlink>
  </w:p>
  <w:p w14:paraId="41560076" w14:textId="77777777" w:rsidR="006D2AC4" w:rsidRDefault="006D2AC4" w:rsidP="00D857AD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del procedimento: Marco Petrini    Tel. 071 2295437 e-mail: </w:t>
    </w:r>
    <w:hyperlink r:id="rId2" w:history="1">
      <w:r w:rsidRPr="00412704">
        <w:rPr>
          <w:rStyle w:val="Collegamentoipertestuale"/>
          <w:rFonts w:ascii="Calibri" w:hAnsi="Calibri" w:cs="Tahoma"/>
          <w:sz w:val="16"/>
          <w:szCs w:val="16"/>
        </w:rPr>
        <w:t>marco.petrini@istruzione.it</w:t>
      </w:r>
    </w:hyperlink>
    <w:r>
      <w:rPr>
        <w:rFonts w:ascii="Calibri" w:hAnsi="Calibri" w:cs="Tahoma"/>
        <w:sz w:val="16"/>
        <w:szCs w:val="16"/>
      </w:rPr>
      <w:t xml:space="preserve"> </w:t>
    </w:r>
  </w:p>
  <w:p w14:paraId="1B5C7A66" w14:textId="77777777" w:rsidR="006D2AC4" w:rsidRDefault="006D2AC4" w:rsidP="00D857AD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Via XXV Aprile, 19  - </w:t>
    </w:r>
    <w:r>
      <w:rPr>
        <w:rFonts w:ascii="Calibri" w:hAnsi="Calibri" w:cs="Arial"/>
        <w:smallCaps/>
        <w:sz w:val="18"/>
        <w:szCs w:val="18"/>
      </w:rPr>
      <w:t>Ancona</w:t>
    </w:r>
    <w:r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3" w:history="1">
      <w:r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14:paraId="45D05221" w14:textId="77777777" w:rsidR="006D2AC4" w:rsidRDefault="006D2AC4" w:rsidP="00FB7C72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indirizzo posta elettronica ordinaria </w:t>
    </w:r>
    <w:hyperlink r:id="rId4" w:history="1">
      <w:r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>
      <w:rPr>
        <w:rFonts w:ascii="Calibri" w:hAnsi="Calibri" w:cs="Arial"/>
        <w:sz w:val="18"/>
        <w:szCs w:val="18"/>
      </w:rPr>
      <w:t xml:space="preserve"> – sito WEB </w:t>
    </w:r>
    <w:hyperlink r:id="rId5" w:history="1">
      <w:r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9490D" w14:textId="77777777" w:rsidR="00A07EF3" w:rsidRDefault="00A07EF3">
      <w:r>
        <w:separator/>
      </w:r>
    </w:p>
  </w:footnote>
  <w:footnote w:type="continuationSeparator" w:id="0">
    <w:p w14:paraId="5B71DF96" w14:textId="77777777" w:rsidR="00A07EF3" w:rsidRDefault="00A0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A338B8"/>
    <w:multiLevelType w:val="singleLevel"/>
    <w:tmpl w:val="A2A338B8"/>
    <w:lvl w:ilvl="0">
      <w:start w:val="5"/>
      <w:numFmt w:val="upperLetter"/>
      <w:suff w:val="nothing"/>
      <w:lvlText w:val="%1-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"/>
      <w:lvlJc w:val="left"/>
      <w:pPr>
        <w:tabs>
          <w:tab w:val="num" w:pos="0"/>
        </w:tabs>
        <w:ind w:left="360" w:hanging="360"/>
      </w:pPr>
      <w:rPr>
        <w:rFonts w:ascii="Wingdings" w:hAnsi="Wingdings" w:cs="Times New Roman" w:hint="default"/>
        <w:color w:val="FF0000"/>
        <w:sz w:val="24"/>
        <w:szCs w:val="24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54973E3"/>
    <w:multiLevelType w:val="hybridMultilevel"/>
    <w:tmpl w:val="F8126B24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11DC6716"/>
    <w:multiLevelType w:val="hybridMultilevel"/>
    <w:tmpl w:val="AB32117E"/>
    <w:lvl w:ilvl="0" w:tplc="01D0C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43252"/>
    <w:multiLevelType w:val="hybridMultilevel"/>
    <w:tmpl w:val="3D4879DA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437C3BE3"/>
    <w:multiLevelType w:val="hybridMultilevel"/>
    <w:tmpl w:val="BA049DB0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44326FB0"/>
    <w:multiLevelType w:val="hybridMultilevel"/>
    <w:tmpl w:val="D054DE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31417"/>
    <w:multiLevelType w:val="hybridMultilevel"/>
    <w:tmpl w:val="E91EB4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7C5955"/>
    <w:multiLevelType w:val="hybridMultilevel"/>
    <w:tmpl w:val="9FD8CA42"/>
    <w:lvl w:ilvl="0" w:tplc="34CA9D3C">
      <w:start w:val="17"/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0">
    <w:nsid w:val="5B8E331F"/>
    <w:multiLevelType w:val="hybridMultilevel"/>
    <w:tmpl w:val="AED49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65E65"/>
    <w:multiLevelType w:val="hybridMultilevel"/>
    <w:tmpl w:val="110AFD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1A785D"/>
    <w:multiLevelType w:val="hybridMultilevel"/>
    <w:tmpl w:val="96DAB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57E17"/>
    <w:multiLevelType w:val="hybridMultilevel"/>
    <w:tmpl w:val="329CF6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B0C20"/>
    <w:multiLevelType w:val="hybridMultilevel"/>
    <w:tmpl w:val="67824206"/>
    <w:lvl w:ilvl="0" w:tplc="121E47D0">
      <w:start w:val="1"/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5">
    <w:nsid w:val="7F1800E8"/>
    <w:multiLevelType w:val="hybridMultilevel"/>
    <w:tmpl w:val="43C2D202"/>
    <w:lvl w:ilvl="0" w:tplc="0410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7"/>
  </w:num>
  <w:num w:numId="5">
    <w:abstractNumId w:val="13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0"/>
  </w:num>
  <w:num w:numId="11">
    <w:abstractNumId w:val="15"/>
  </w:num>
  <w:num w:numId="12">
    <w:abstractNumId w:val="11"/>
  </w:num>
  <w:num w:numId="13">
    <w:abstractNumId w:val="8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0015F"/>
    <w:rsid w:val="00013122"/>
    <w:rsid w:val="000221A8"/>
    <w:rsid w:val="0002396F"/>
    <w:rsid w:val="00025821"/>
    <w:rsid w:val="00045540"/>
    <w:rsid w:val="000469C0"/>
    <w:rsid w:val="000507C7"/>
    <w:rsid w:val="000512B6"/>
    <w:rsid w:val="00052666"/>
    <w:rsid w:val="00054396"/>
    <w:rsid w:val="00060312"/>
    <w:rsid w:val="000604C7"/>
    <w:rsid w:val="000626DC"/>
    <w:rsid w:val="00065854"/>
    <w:rsid w:val="000734D8"/>
    <w:rsid w:val="00076C52"/>
    <w:rsid w:val="00080D8F"/>
    <w:rsid w:val="000872BC"/>
    <w:rsid w:val="0009462A"/>
    <w:rsid w:val="00094FEF"/>
    <w:rsid w:val="000B2898"/>
    <w:rsid w:val="000B58F8"/>
    <w:rsid w:val="000B73A9"/>
    <w:rsid w:val="000C5B96"/>
    <w:rsid w:val="000E1876"/>
    <w:rsid w:val="000F165A"/>
    <w:rsid w:val="000F39C4"/>
    <w:rsid w:val="001028A5"/>
    <w:rsid w:val="001067CE"/>
    <w:rsid w:val="00106C89"/>
    <w:rsid w:val="001123BD"/>
    <w:rsid w:val="00115302"/>
    <w:rsid w:val="001169C1"/>
    <w:rsid w:val="0012016F"/>
    <w:rsid w:val="001222D6"/>
    <w:rsid w:val="001230F1"/>
    <w:rsid w:val="00123362"/>
    <w:rsid w:val="001328E3"/>
    <w:rsid w:val="00136AAF"/>
    <w:rsid w:val="00140EC3"/>
    <w:rsid w:val="00140F38"/>
    <w:rsid w:val="00142886"/>
    <w:rsid w:val="001446D9"/>
    <w:rsid w:val="00151E15"/>
    <w:rsid w:val="0015799B"/>
    <w:rsid w:val="0016098C"/>
    <w:rsid w:val="00160F25"/>
    <w:rsid w:val="00162029"/>
    <w:rsid w:val="001705F8"/>
    <w:rsid w:val="00184179"/>
    <w:rsid w:val="0019276E"/>
    <w:rsid w:val="00194029"/>
    <w:rsid w:val="001A0FA2"/>
    <w:rsid w:val="001A4070"/>
    <w:rsid w:val="001A6EBC"/>
    <w:rsid w:val="001B26F9"/>
    <w:rsid w:val="001B5E73"/>
    <w:rsid w:val="001C586C"/>
    <w:rsid w:val="001E07AE"/>
    <w:rsid w:val="001E1647"/>
    <w:rsid w:val="001E3411"/>
    <w:rsid w:val="001E6801"/>
    <w:rsid w:val="001E73FD"/>
    <w:rsid w:val="001F38F9"/>
    <w:rsid w:val="001F3903"/>
    <w:rsid w:val="001F6B96"/>
    <w:rsid w:val="001F6F55"/>
    <w:rsid w:val="00202A76"/>
    <w:rsid w:val="00203ECA"/>
    <w:rsid w:val="0021044F"/>
    <w:rsid w:val="002122AC"/>
    <w:rsid w:val="002139FA"/>
    <w:rsid w:val="002147E1"/>
    <w:rsid w:val="00214E1B"/>
    <w:rsid w:val="0021570C"/>
    <w:rsid w:val="002247EC"/>
    <w:rsid w:val="0022527B"/>
    <w:rsid w:val="00231426"/>
    <w:rsid w:val="0024226B"/>
    <w:rsid w:val="00247B14"/>
    <w:rsid w:val="0027339E"/>
    <w:rsid w:val="0028617A"/>
    <w:rsid w:val="00286859"/>
    <w:rsid w:val="00290C43"/>
    <w:rsid w:val="0029307D"/>
    <w:rsid w:val="00294355"/>
    <w:rsid w:val="00294E12"/>
    <w:rsid w:val="002A0031"/>
    <w:rsid w:val="002A2A80"/>
    <w:rsid w:val="002A3DC2"/>
    <w:rsid w:val="002A4514"/>
    <w:rsid w:val="002C3A25"/>
    <w:rsid w:val="002C6BFC"/>
    <w:rsid w:val="002D21EF"/>
    <w:rsid w:val="002D66FA"/>
    <w:rsid w:val="002E1E4C"/>
    <w:rsid w:val="002E6CB5"/>
    <w:rsid w:val="002F39BA"/>
    <w:rsid w:val="002F45C3"/>
    <w:rsid w:val="002F75C2"/>
    <w:rsid w:val="003063DD"/>
    <w:rsid w:val="003144E7"/>
    <w:rsid w:val="00317798"/>
    <w:rsid w:val="00325D26"/>
    <w:rsid w:val="00326968"/>
    <w:rsid w:val="0033486B"/>
    <w:rsid w:val="00340F90"/>
    <w:rsid w:val="00346BC2"/>
    <w:rsid w:val="00353F9B"/>
    <w:rsid w:val="00363382"/>
    <w:rsid w:val="00366981"/>
    <w:rsid w:val="00372EA4"/>
    <w:rsid w:val="0037332D"/>
    <w:rsid w:val="00376EFF"/>
    <w:rsid w:val="003918AC"/>
    <w:rsid w:val="0039235A"/>
    <w:rsid w:val="00396DCD"/>
    <w:rsid w:val="003973D6"/>
    <w:rsid w:val="003A2189"/>
    <w:rsid w:val="003A2699"/>
    <w:rsid w:val="003B0557"/>
    <w:rsid w:val="003B10D1"/>
    <w:rsid w:val="003B4C21"/>
    <w:rsid w:val="003B699C"/>
    <w:rsid w:val="003C1045"/>
    <w:rsid w:val="003C18CB"/>
    <w:rsid w:val="003C213A"/>
    <w:rsid w:val="003C4A5D"/>
    <w:rsid w:val="003C6398"/>
    <w:rsid w:val="003D2F8F"/>
    <w:rsid w:val="003E5385"/>
    <w:rsid w:val="003E58FE"/>
    <w:rsid w:val="003F04EC"/>
    <w:rsid w:val="003F3FF6"/>
    <w:rsid w:val="003F5450"/>
    <w:rsid w:val="003F7EC1"/>
    <w:rsid w:val="004001A4"/>
    <w:rsid w:val="004124D4"/>
    <w:rsid w:val="00427F65"/>
    <w:rsid w:val="004305C1"/>
    <w:rsid w:val="00430CBE"/>
    <w:rsid w:val="00433C0E"/>
    <w:rsid w:val="004411A2"/>
    <w:rsid w:val="00444152"/>
    <w:rsid w:val="004511A2"/>
    <w:rsid w:val="00451B49"/>
    <w:rsid w:val="00465DDD"/>
    <w:rsid w:val="0047283F"/>
    <w:rsid w:val="0048765D"/>
    <w:rsid w:val="00490DB0"/>
    <w:rsid w:val="00497C78"/>
    <w:rsid w:val="004A0B3A"/>
    <w:rsid w:val="004A277E"/>
    <w:rsid w:val="004A4086"/>
    <w:rsid w:val="004B4A43"/>
    <w:rsid w:val="004C0554"/>
    <w:rsid w:val="004C5447"/>
    <w:rsid w:val="004D1272"/>
    <w:rsid w:val="004D465E"/>
    <w:rsid w:val="004D626E"/>
    <w:rsid w:val="004E16E1"/>
    <w:rsid w:val="004F1897"/>
    <w:rsid w:val="00500132"/>
    <w:rsid w:val="005024D3"/>
    <w:rsid w:val="00504C84"/>
    <w:rsid w:val="005053DB"/>
    <w:rsid w:val="005173B6"/>
    <w:rsid w:val="005236DB"/>
    <w:rsid w:val="00527FC3"/>
    <w:rsid w:val="005316CF"/>
    <w:rsid w:val="0053260B"/>
    <w:rsid w:val="0053541E"/>
    <w:rsid w:val="00536E7C"/>
    <w:rsid w:val="00552277"/>
    <w:rsid w:val="00557810"/>
    <w:rsid w:val="00557CA1"/>
    <w:rsid w:val="005605A1"/>
    <w:rsid w:val="0056605C"/>
    <w:rsid w:val="0056720F"/>
    <w:rsid w:val="0057287B"/>
    <w:rsid w:val="005806B5"/>
    <w:rsid w:val="0058227A"/>
    <w:rsid w:val="005837A9"/>
    <w:rsid w:val="00583E76"/>
    <w:rsid w:val="00586341"/>
    <w:rsid w:val="00587C3F"/>
    <w:rsid w:val="00593D05"/>
    <w:rsid w:val="005968B2"/>
    <w:rsid w:val="005A24E0"/>
    <w:rsid w:val="005B1070"/>
    <w:rsid w:val="005B6DC5"/>
    <w:rsid w:val="005C15CF"/>
    <w:rsid w:val="005C4DB6"/>
    <w:rsid w:val="005D0C46"/>
    <w:rsid w:val="005D0D23"/>
    <w:rsid w:val="005D0EF5"/>
    <w:rsid w:val="005D256F"/>
    <w:rsid w:val="005D33E0"/>
    <w:rsid w:val="005D60FC"/>
    <w:rsid w:val="005D686C"/>
    <w:rsid w:val="005D6AD7"/>
    <w:rsid w:val="005E199E"/>
    <w:rsid w:val="005E72F2"/>
    <w:rsid w:val="005F12B8"/>
    <w:rsid w:val="005F3D60"/>
    <w:rsid w:val="00613E50"/>
    <w:rsid w:val="006213A6"/>
    <w:rsid w:val="0062214C"/>
    <w:rsid w:val="006273CD"/>
    <w:rsid w:val="00636819"/>
    <w:rsid w:val="006535E8"/>
    <w:rsid w:val="0066114A"/>
    <w:rsid w:val="006727A9"/>
    <w:rsid w:val="006728FB"/>
    <w:rsid w:val="00672B5E"/>
    <w:rsid w:val="00686718"/>
    <w:rsid w:val="006A123C"/>
    <w:rsid w:val="006A2BB1"/>
    <w:rsid w:val="006B0AC1"/>
    <w:rsid w:val="006B34B4"/>
    <w:rsid w:val="006B5FA0"/>
    <w:rsid w:val="006C314F"/>
    <w:rsid w:val="006D2400"/>
    <w:rsid w:val="006D2AC4"/>
    <w:rsid w:val="006D43B8"/>
    <w:rsid w:val="006D7881"/>
    <w:rsid w:val="006E4A3F"/>
    <w:rsid w:val="006E59BC"/>
    <w:rsid w:val="006E5B4A"/>
    <w:rsid w:val="006E6B28"/>
    <w:rsid w:val="006F4B93"/>
    <w:rsid w:val="006F58E7"/>
    <w:rsid w:val="00703974"/>
    <w:rsid w:val="00711397"/>
    <w:rsid w:val="00711F0B"/>
    <w:rsid w:val="00713F55"/>
    <w:rsid w:val="00714C1A"/>
    <w:rsid w:val="00715AE4"/>
    <w:rsid w:val="007173A7"/>
    <w:rsid w:val="007228EE"/>
    <w:rsid w:val="00725996"/>
    <w:rsid w:val="00726A6A"/>
    <w:rsid w:val="00731510"/>
    <w:rsid w:val="0073165A"/>
    <w:rsid w:val="00733834"/>
    <w:rsid w:val="007361CE"/>
    <w:rsid w:val="0073795F"/>
    <w:rsid w:val="00753638"/>
    <w:rsid w:val="007553D8"/>
    <w:rsid w:val="00756057"/>
    <w:rsid w:val="0075777C"/>
    <w:rsid w:val="00770EC9"/>
    <w:rsid w:val="00773CDB"/>
    <w:rsid w:val="00775D85"/>
    <w:rsid w:val="00777C59"/>
    <w:rsid w:val="00786CFE"/>
    <w:rsid w:val="00787314"/>
    <w:rsid w:val="00787A86"/>
    <w:rsid w:val="00792761"/>
    <w:rsid w:val="007943C3"/>
    <w:rsid w:val="00796052"/>
    <w:rsid w:val="007A0F4F"/>
    <w:rsid w:val="007A3E9D"/>
    <w:rsid w:val="007A42C3"/>
    <w:rsid w:val="007A7544"/>
    <w:rsid w:val="007B0662"/>
    <w:rsid w:val="007B3A49"/>
    <w:rsid w:val="007B44CB"/>
    <w:rsid w:val="007B7B1E"/>
    <w:rsid w:val="007C3EC2"/>
    <w:rsid w:val="007D1694"/>
    <w:rsid w:val="007D64EE"/>
    <w:rsid w:val="007E4897"/>
    <w:rsid w:val="0080229D"/>
    <w:rsid w:val="00803883"/>
    <w:rsid w:val="00805F59"/>
    <w:rsid w:val="0080628A"/>
    <w:rsid w:val="00811280"/>
    <w:rsid w:val="00816A41"/>
    <w:rsid w:val="00820087"/>
    <w:rsid w:val="008208D2"/>
    <w:rsid w:val="008239F3"/>
    <w:rsid w:val="0083067D"/>
    <w:rsid w:val="0083181A"/>
    <w:rsid w:val="00831A5E"/>
    <w:rsid w:val="00842B9D"/>
    <w:rsid w:val="00852FD4"/>
    <w:rsid w:val="00853A85"/>
    <w:rsid w:val="008559D9"/>
    <w:rsid w:val="00856D0E"/>
    <w:rsid w:val="008571E8"/>
    <w:rsid w:val="00861A5C"/>
    <w:rsid w:val="0086336B"/>
    <w:rsid w:val="0086560F"/>
    <w:rsid w:val="0086777C"/>
    <w:rsid w:val="00867FB7"/>
    <w:rsid w:val="008836EF"/>
    <w:rsid w:val="008879E6"/>
    <w:rsid w:val="0089222D"/>
    <w:rsid w:val="00895D07"/>
    <w:rsid w:val="00896A2E"/>
    <w:rsid w:val="008A0655"/>
    <w:rsid w:val="008A3D06"/>
    <w:rsid w:val="008B4793"/>
    <w:rsid w:val="008C5CA0"/>
    <w:rsid w:val="008D3123"/>
    <w:rsid w:val="008F180E"/>
    <w:rsid w:val="008F5684"/>
    <w:rsid w:val="008F6E8A"/>
    <w:rsid w:val="009053CA"/>
    <w:rsid w:val="009063DE"/>
    <w:rsid w:val="00911118"/>
    <w:rsid w:val="00911C62"/>
    <w:rsid w:val="00914AB6"/>
    <w:rsid w:val="00914C77"/>
    <w:rsid w:val="00915683"/>
    <w:rsid w:val="00920D49"/>
    <w:rsid w:val="00923D89"/>
    <w:rsid w:val="00924615"/>
    <w:rsid w:val="00927823"/>
    <w:rsid w:val="00933ED1"/>
    <w:rsid w:val="009364F0"/>
    <w:rsid w:val="00942377"/>
    <w:rsid w:val="00943313"/>
    <w:rsid w:val="0095088A"/>
    <w:rsid w:val="00952391"/>
    <w:rsid w:val="0095596A"/>
    <w:rsid w:val="00962AF0"/>
    <w:rsid w:val="009652AF"/>
    <w:rsid w:val="00974519"/>
    <w:rsid w:val="009758DB"/>
    <w:rsid w:val="0098502D"/>
    <w:rsid w:val="009860EA"/>
    <w:rsid w:val="00990D6F"/>
    <w:rsid w:val="00995801"/>
    <w:rsid w:val="009A270E"/>
    <w:rsid w:val="009A29DC"/>
    <w:rsid w:val="009A5CFE"/>
    <w:rsid w:val="009A5D7B"/>
    <w:rsid w:val="009A640B"/>
    <w:rsid w:val="009A65E9"/>
    <w:rsid w:val="009B371E"/>
    <w:rsid w:val="009B7BF7"/>
    <w:rsid w:val="009C266F"/>
    <w:rsid w:val="009C4538"/>
    <w:rsid w:val="009C6987"/>
    <w:rsid w:val="009C6DB4"/>
    <w:rsid w:val="009D3260"/>
    <w:rsid w:val="009D657F"/>
    <w:rsid w:val="009E186C"/>
    <w:rsid w:val="009E5AC6"/>
    <w:rsid w:val="009F232F"/>
    <w:rsid w:val="009F387F"/>
    <w:rsid w:val="009F4157"/>
    <w:rsid w:val="00A06A97"/>
    <w:rsid w:val="00A07EF3"/>
    <w:rsid w:val="00A1001F"/>
    <w:rsid w:val="00A16542"/>
    <w:rsid w:val="00A170AE"/>
    <w:rsid w:val="00A20276"/>
    <w:rsid w:val="00A25362"/>
    <w:rsid w:val="00A257AD"/>
    <w:rsid w:val="00A36113"/>
    <w:rsid w:val="00A36DDF"/>
    <w:rsid w:val="00A43D45"/>
    <w:rsid w:val="00A44F39"/>
    <w:rsid w:val="00A44FF8"/>
    <w:rsid w:val="00A47736"/>
    <w:rsid w:val="00A53251"/>
    <w:rsid w:val="00A61B9C"/>
    <w:rsid w:val="00A70791"/>
    <w:rsid w:val="00A71BE1"/>
    <w:rsid w:val="00A72A5F"/>
    <w:rsid w:val="00A732A5"/>
    <w:rsid w:val="00A74AD8"/>
    <w:rsid w:val="00A83D25"/>
    <w:rsid w:val="00A90645"/>
    <w:rsid w:val="00A92A8D"/>
    <w:rsid w:val="00AA5B13"/>
    <w:rsid w:val="00AA60DF"/>
    <w:rsid w:val="00AA67A9"/>
    <w:rsid w:val="00AA6C1E"/>
    <w:rsid w:val="00AA7A72"/>
    <w:rsid w:val="00AC3250"/>
    <w:rsid w:val="00AC63AB"/>
    <w:rsid w:val="00AD360B"/>
    <w:rsid w:val="00AE219F"/>
    <w:rsid w:val="00AE3A19"/>
    <w:rsid w:val="00AF78F6"/>
    <w:rsid w:val="00B02E54"/>
    <w:rsid w:val="00B033CF"/>
    <w:rsid w:val="00B10CAA"/>
    <w:rsid w:val="00B10D3B"/>
    <w:rsid w:val="00B13D78"/>
    <w:rsid w:val="00B2443C"/>
    <w:rsid w:val="00B30234"/>
    <w:rsid w:val="00B33CA0"/>
    <w:rsid w:val="00B44958"/>
    <w:rsid w:val="00B51369"/>
    <w:rsid w:val="00B51467"/>
    <w:rsid w:val="00B56B10"/>
    <w:rsid w:val="00B63F10"/>
    <w:rsid w:val="00B76270"/>
    <w:rsid w:val="00B7728F"/>
    <w:rsid w:val="00B80A22"/>
    <w:rsid w:val="00B813E1"/>
    <w:rsid w:val="00B876CE"/>
    <w:rsid w:val="00B913F9"/>
    <w:rsid w:val="00B922AC"/>
    <w:rsid w:val="00B9297F"/>
    <w:rsid w:val="00B92D6D"/>
    <w:rsid w:val="00B944A1"/>
    <w:rsid w:val="00B9479B"/>
    <w:rsid w:val="00BA0338"/>
    <w:rsid w:val="00BA4C0A"/>
    <w:rsid w:val="00BA5E08"/>
    <w:rsid w:val="00BB1172"/>
    <w:rsid w:val="00BB22D1"/>
    <w:rsid w:val="00BC04E9"/>
    <w:rsid w:val="00BC0B5A"/>
    <w:rsid w:val="00BC4A8D"/>
    <w:rsid w:val="00BD3DFF"/>
    <w:rsid w:val="00BD4FC0"/>
    <w:rsid w:val="00BE20C9"/>
    <w:rsid w:val="00BF7BF3"/>
    <w:rsid w:val="00C05D06"/>
    <w:rsid w:val="00C05DE6"/>
    <w:rsid w:val="00C10716"/>
    <w:rsid w:val="00C107D9"/>
    <w:rsid w:val="00C24832"/>
    <w:rsid w:val="00C248C8"/>
    <w:rsid w:val="00C37937"/>
    <w:rsid w:val="00C42780"/>
    <w:rsid w:val="00C44C44"/>
    <w:rsid w:val="00C45E44"/>
    <w:rsid w:val="00C50314"/>
    <w:rsid w:val="00C53192"/>
    <w:rsid w:val="00C54C15"/>
    <w:rsid w:val="00C57A57"/>
    <w:rsid w:val="00C64000"/>
    <w:rsid w:val="00C66C50"/>
    <w:rsid w:val="00C70734"/>
    <w:rsid w:val="00C73A3C"/>
    <w:rsid w:val="00C75B0F"/>
    <w:rsid w:val="00C75C59"/>
    <w:rsid w:val="00C76453"/>
    <w:rsid w:val="00C83861"/>
    <w:rsid w:val="00C91854"/>
    <w:rsid w:val="00C96C1E"/>
    <w:rsid w:val="00CA14AA"/>
    <w:rsid w:val="00CA3A1A"/>
    <w:rsid w:val="00CB5182"/>
    <w:rsid w:val="00CC3989"/>
    <w:rsid w:val="00CD076E"/>
    <w:rsid w:val="00CD126A"/>
    <w:rsid w:val="00CE0544"/>
    <w:rsid w:val="00CE3B95"/>
    <w:rsid w:val="00CE4405"/>
    <w:rsid w:val="00CF13C9"/>
    <w:rsid w:val="00CF4216"/>
    <w:rsid w:val="00D02CBD"/>
    <w:rsid w:val="00D05A7F"/>
    <w:rsid w:val="00D1399A"/>
    <w:rsid w:val="00D2023A"/>
    <w:rsid w:val="00D205CB"/>
    <w:rsid w:val="00D21D9A"/>
    <w:rsid w:val="00D256A6"/>
    <w:rsid w:val="00D276AE"/>
    <w:rsid w:val="00D30850"/>
    <w:rsid w:val="00D30DA6"/>
    <w:rsid w:val="00D334CD"/>
    <w:rsid w:val="00D45BCA"/>
    <w:rsid w:val="00D47FF2"/>
    <w:rsid w:val="00D5029E"/>
    <w:rsid w:val="00D53DCB"/>
    <w:rsid w:val="00D56389"/>
    <w:rsid w:val="00D61E22"/>
    <w:rsid w:val="00D70B9C"/>
    <w:rsid w:val="00D71EAB"/>
    <w:rsid w:val="00D77373"/>
    <w:rsid w:val="00D8095E"/>
    <w:rsid w:val="00D83400"/>
    <w:rsid w:val="00D83871"/>
    <w:rsid w:val="00D857AD"/>
    <w:rsid w:val="00D85ACB"/>
    <w:rsid w:val="00D876A3"/>
    <w:rsid w:val="00D91E7E"/>
    <w:rsid w:val="00D92CC7"/>
    <w:rsid w:val="00DB0E61"/>
    <w:rsid w:val="00DB4B71"/>
    <w:rsid w:val="00DC42D1"/>
    <w:rsid w:val="00DD1DAC"/>
    <w:rsid w:val="00DD2148"/>
    <w:rsid w:val="00DD384A"/>
    <w:rsid w:val="00DD6016"/>
    <w:rsid w:val="00DE5CF4"/>
    <w:rsid w:val="00DF144D"/>
    <w:rsid w:val="00DF42D0"/>
    <w:rsid w:val="00DF4B76"/>
    <w:rsid w:val="00DF5567"/>
    <w:rsid w:val="00DF5DBC"/>
    <w:rsid w:val="00DF7107"/>
    <w:rsid w:val="00E04CF7"/>
    <w:rsid w:val="00E14969"/>
    <w:rsid w:val="00E174CB"/>
    <w:rsid w:val="00E21F8D"/>
    <w:rsid w:val="00E321D7"/>
    <w:rsid w:val="00E3460F"/>
    <w:rsid w:val="00E35152"/>
    <w:rsid w:val="00E36009"/>
    <w:rsid w:val="00E42106"/>
    <w:rsid w:val="00E42F35"/>
    <w:rsid w:val="00E437F5"/>
    <w:rsid w:val="00E520EB"/>
    <w:rsid w:val="00E57181"/>
    <w:rsid w:val="00E57A6F"/>
    <w:rsid w:val="00E634CE"/>
    <w:rsid w:val="00E64837"/>
    <w:rsid w:val="00E75237"/>
    <w:rsid w:val="00E762D2"/>
    <w:rsid w:val="00E82615"/>
    <w:rsid w:val="00E831F3"/>
    <w:rsid w:val="00E975B2"/>
    <w:rsid w:val="00EB0EE7"/>
    <w:rsid w:val="00EB7FC9"/>
    <w:rsid w:val="00EC0BF6"/>
    <w:rsid w:val="00EC53AF"/>
    <w:rsid w:val="00EC6B16"/>
    <w:rsid w:val="00ED0929"/>
    <w:rsid w:val="00ED0EA9"/>
    <w:rsid w:val="00ED17F6"/>
    <w:rsid w:val="00ED5288"/>
    <w:rsid w:val="00F00A92"/>
    <w:rsid w:val="00F029D2"/>
    <w:rsid w:val="00F068FA"/>
    <w:rsid w:val="00F11EEC"/>
    <w:rsid w:val="00F23ED7"/>
    <w:rsid w:val="00F344B8"/>
    <w:rsid w:val="00F50A35"/>
    <w:rsid w:val="00F51392"/>
    <w:rsid w:val="00F51EF8"/>
    <w:rsid w:val="00F62D91"/>
    <w:rsid w:val="00F658DB"/>
    <w:rsid w:val="00F70957"/>
    <w:rsid w:val="00F70D7B"/>
    <w:rsid w:val="00F81313"/>
    <w:rsid w:val="00F814C4"/>
    <w:rsid w:val="00F81CE5"/>
    <w:rsid w:val="00F90DB3"/>
    <w:rsid w:val="00F9112A"/>
    <w:rsid w:val="00F95236"/>
    <w:rsid w:val="00FA0CED"/>
    <w:rsid w:val="00FB7369"/>
    <w:rsid w:val="00FB7C72"/>
    <w:rsid w:val="00FC2B3A"/>
    <w:rsid w:val="00FC3145"/>
    <w:rsid w:val="00FC33AC"/>
    <w:rsid w:val="00FC4BFB"/>
    <w:rsid w:val="00FD222C"/>
    <w:rsid w:val="00FD628D"/>
    <w:rsid w:val="00FE10AD"/>
    <w:rsid w:val="00FE387B"/>
    <w:rsid w:val="00FE6800"/>
    <w:rsid w:val="00FF1C58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53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rFonts w:ascii="Calibri" w:hAnsi="Calibri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rsid w:val="001F6B96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link w:val="Intestazione"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  <w:rPr>
      <w:sz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  <w:rPr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99"/>
    <w:qFormat/>
    <w:rsid w:val="00A53251"/>
    <w:rPr>
      <w:rFonts w:cs="Times New Roman"/>
      <w:b/>
      <w:bCs/>
    </w:rPr>
  </w:style>
  <w:style w:type="paragraph" w:customStyle="1" w:styleId="Standard">
    <w:name w:val="Standard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  <w:style w:type="table" w:styleId="Sfondochiaro-Colore1">
    <w:name w:val="Light Shading Accent 1"/>
    <w:basedOn w:val="Tabellanormale"/>
    <w:uiPriority w:val="60"/>
    <w:rsid w:val="001F6F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irma">
    <w:name w:val="Signature"/>
    <w:basedOn w:val="Normale"/>
    <w:link w:val="FirmaCarattere"/>
    <w:semiHidden/>
    <w:unhideWhenUsed/>
    <w:rsid w:val="008208D2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link w:val="Firma"/>
    <w:semiHidden/>
    <w:rsid w:val="008208D2"/>
    <w:rPr>
      <w:sz w:val="24"/>
      <w:szCs w:val="24"/>
    </w:rPr>
  </w:style>
  <w:style w:type="character" w:customStyle="1" w:styleId="apple-tab-span">
    <w:name w:val="apple-tab-span"/>
    <w:rsid w:val="008559D9"/>
  </w:style>
  <w:style w:type="paragraph" w:customStyle="1" w:styleId="TableContents">
    <w:name w:val="Table Contents"/>
    <w:basedOn w:val="Standard"/>
    <w:rsid w:val="005968B2"/>
    <w:pPr>
      <w:suppressLineNumbers/>
      <w:textAlignment w:val="baseline"/>
    </w:pPr>
    <w:rPr>
      <w:rFonts w:ascii="Liberation Serif" w:eastAsia="SimSun" w:hAnsi="Liberation Serif" w:cs="Mangal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rFonts w:ascii="Calibri" w:hAnsi="Calibri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rsid w:val="001F6B96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link w:val="Intestazione"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  <w:rPr>
      <w:sz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  <w:rPr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99"/>
    <w:qFormat/>
    <w:rsid w:val="00A53251"/>
    <w:rPr>
      <w:rFonts w:cs="Times New Roman"/>
      <w:b/>
      <w:bCs/>
    </w:rPr>
  </w:style>
  <w:style w:type="paragraph" w:customStyle="1" w:styleId="Standard">
    <w:name w:val="Standard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  <w:style w:type="table" w:styleId="Sfondochiaro-Colore1">
    <w:name w:val="Light Shading Accent 1"/>
    <w:basedOn w:val="Tabellanormale"/>
    <w:uiPriority w:val="60"/>
    <w:rsid w:val="001F6F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irma">
    <w:name w:val="Signature"/>
    <w:basedOn w:val="Normale"/>
    <w:link w:val="FirmaCarattere"/>
    <w:semiHidden/>
    <w:unhideWhenUsed/>
    <w:rsid w:val="008208D2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link w:val="Firma"/>
    <w:semiHidden/>
    <w:rsid w:val="008208D2"/>
    <w:rPr>
      <w:sz w:val="24"/>
      <w:szCs w:val="24"/>
    </w:rPr>
  </w:style>
  <w:style w:type="character" w:customStyle="1" w:styleId="apple-tab-span">
    <w:name w:val="apple-tab-span"/>
    <w:rsid w:val="008559D9"/>
  </w:style>
  <w:style w:type="paragraph" w:customStyle="1" w:styleId="TableContents">
    <w:name w:val="Table Contents"/>
    <w:basedOn w:val="Standard"/>
    <w:rsid w:val="005968B2"/>
    <w:pPr>
      <w:suppressLineNumbers/>
      <w:textAlignment w:val="baseline"/>
    </w:pPr>
    <w:rPr>
      <w:rFonts w:ascii="Liberation Serif" w:eastAsia="SimSun" w:hAnsi="Liberation Serif" w:cs="Mang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rafina.olmo@viorghilio.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irezione-marche@istruzione.it" TargetMode="External"/><Relationship Id="rId17" Type="http://schemas.openxmlformats.org/officeDocument/2006/relationships/hyperlink" Target="mailto:fermo@aia-figc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rafina.olmo@viorghilio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coli@aia-figc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irezione-marche@istruzione.it" TargetMode="External"/><Relationship Id="rId10" Type="http://schemas.openxmlformats.org/officeDocument/2006/relationships/hyperlink" Target="mailto:serafina.olmo@virgilio.i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hyperlink" Target="mailto:sanbenedetto@aia-fig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marco.petrini@istruzione.it" TargetMode="External"/><Relationship Id="rId1" Type="http://schemas.openxmlformats.org/officeDocument/2006/relationships/hyperlink" Target="mailto:serafina.olmo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9859-D3AC-4DFC-BA45-8919BD7F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8</TotalTime>
  <Pages>3</Pages>
  <Words>223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4</cp:revision>
  <cp:lastPrinted>2019-01-23T12:46:00Z</cp:lastPrinted>
  <dcterms:created xsi:type="dcterms:W3CDTF">2019-09-30T09:18:00Z</dcterms:created>
  <dcterms:modified xsi:type="dcterms:W3CDTF">2019-10-01T08:15:00Z</dcterms:modified>
</cp:coreProperties>
</file>